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597" w:rsidRDefault="004D1597">
      <w:pPr>
        <w:pStyle w:val="Heading3"/>
        <w:jc w:val="left"/>
        <w:rPr>
          <w:b w:val="0"/>
          <w:sz w:val="16"/>
          <w:szCs w:val="16"/>
        </w:rPr>
      </w:pPr>
      <w:r>
        <w:rPr>
          <w:noProof/>
        </w:rPr>
        <w:pict>
          <v:rect id="_x0000_s1026" style="position:absolute;margin-left:-18pt;margin-top:-59.35pt;width:549pt;height:774pt;z-index:251658240" filled="f"/>
        </w:pict>
      </w:r>
    </w:p>
    <w:p w:rsidR="004D1597" w:rsidRDefault="004D1597">
      <w:pPr>
        <w:pStyle w:val="Heading3"/>
      </w:pPr>
      <w:r>
        <w:t>ΥΠΕΥΘΥΝΗ ΔΗΛΩΣΗ</w:t>
      </w:r>
    </w:p>
    <w:p w:rsidR="004D1597" w:rsidRDefault="004D1597">
      <w:pPr>
        <w:pStyle w:val="Heading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4D1597" w:rsidRDefault="004D1597">
      <w:pPr>
        <w:pStyle w:val="Header"/>
        <w:tabs>
          <w:tab w:val="clear" w:pos="4153"/>
          <w:tab w:val="clear" w:pos="8306"/>
        </w:tabs>
      </w:pPr>
    </w:p>
    <w:p w:rsidR="004D1597" w:rsidRDefault="004D1597">
      <w:pPr>
        <w:pStyle w:val="BodyText2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4D1597" w:rsidRDefault="004D1597">
      <w:pPr>
        <w:pStyle w:val="BodyText"/>
        <w:jc w:val="left"/>
        <w:rPr>
          <w:bCs/>
          <w:sz w:val="22"/>
        </w:rPr>
      </w:pPr>
    </w:p>
    <w:p w:rsidR="004D1597" w:rsidRDefault="004D1597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4D159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4D1597" w:rsidRDefault="004D1597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4D1597" w:rsidRPr="00537242" w:rsidRDefault="004D1597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ΕΤΑΙΡΕΙΑ ΕΚΚΑΘΑΡΙΣΗΣ ΣΥΝΑΛΛΑΓΩΝ ΧΡΗΜΑΤΙΣΤΗΡΙΟΥ ΑΘΗΝΩΝ Α.Ε. </w:t>
            </w:r>
          </w:p>
        </w:tc>
      </w:tr>
      <w:tr w:rsidR="004D159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4D1597" w:rsidRDefault="004D159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4D1597" w:rsidRPr="00234B62" w:rsidRDefault="004D1597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80" w:type="dxa"/>
            <w:gridSpan w:val="3"/>
          </w:tcPr>
          <w:p w:rsidR="004D1597" w:rsidRDefault="004D159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4D1597" w:rsidRPr="00234B62" w:rsidRDefault="004D1597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</w:tr>
      <w:tr w:rsidR="004D159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4D1597" w:rsidRDefault="004D159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4D1597" w:rsidRPr="00234B62" w:rsidRDefault="004D159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4D159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4D1597" w:rsidRDefault="004D159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4D1597" w:rsidRPr="00234B62" w:rsidRDefault="004D159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4D159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4D1597" w:rsidRDefault="004D1597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4D1597" w:rsidRPr="00234B62" w:rsidRDefault="004D1597">
            <w:pPr>
              <w:spacing w:before="240"/>
              <w:ind w:right="-2332"/>
              <w:rPr>
                <w:rFonts w:ascii="Arial" w:hAnsi="Arial" w:cs="Arial"/>
                <w:b/>
                <w:sz w:val="16"/>
              </w:rPr>
            </w:pPr>
          </w:p>
        </w:tc>
      </w:tr>
      <w:tr w:rsidR="004D159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4D1597" w:rsidRDefault="004D159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</w:tcPr>
          <w:p w:rsidR="004D1597" w:rsidRPr="00234B62" w:rsidRDefault="004D159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4D159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4D1597" w:rsidRDefault="004D159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4D1597" w:rsidRPr="00234B62" w:rsidRDefault="004D159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  <w:gridSpan w:val="2"/>
          </w:tcPr>
          <w:p w:rsidR="004D1597" w:rsidRDefault="004D159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4D1597" w:rsidRPr="00234B62" w:rsidRDefault="004D159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4D1597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4D1597" w:rsidRDefault="004D159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4D1597" w:rsidRPr="00234B62" w:rsidRDefault="004D159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:rsidR="004D1597" w:rsidRDefault="004D159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4D1597" w:rsidRPr="00234B62" w:rsidRDefault="004D159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:rsidR="004D1597" w:rsidRDefault="004D159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4D1597" w:rsidRPr="00234B62" w:rsidRDefault="004D159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40" w:type="dxa"/>
          </w:tcPr>
          <w:p w:rsidR="004D1597" w:rsidRDefault="004D159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4D1597" w:rsidRPr="00234B62" w:rsidRDefault="004D159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4D159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4D1597" w:rsidRDefault="004D159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Αρ. Τηλεομοιοτύπου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4D1597" w:rsidRPr="00234B62" w:rsidRDefault="004D159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4D1597" w:rsidRDefault="004D159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4D1597" w:rsidRDefault="004D159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4D1597" w:rsidRPr="00234B62" w:rsidRDefault="004D159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</w:tbl>
    <w:p w:rsidR="004D1597" w:rsidRDefault="004D1597">
      <w:pPr>
        <w:rPr>
          <w:rFonts w:ascii="Arial" w:hAnsi="Arial" w:cs="Arial"/>
          <w:b/>
          <w:bCs/>
          <w:sz w:val="28"/>
        </w:rPr>
      </w:pPr>
    </w:p>
    <w:p w:rsidR="004D1597" w:rsidRDefault="004D1597">
      <w:pPr>
        <w:rPr>
          <w:sz w:val="16"/>
        </w:rPr>
      </w:pPr>
    </w:p>
    <w:p w:rsidR="004D1597" w:rsidRDefault="004D1597">
      <w:pPr>
        <w:sectPr w:rsidR="004D1597">
          <w:headerReference w:type="default" r:id="rId7"/>
          <w:pgSz w:w="11906" w:h="16838" w:code="9"/>
          <w:pgMar w:top="1440" w:right="851" w:bottom="1440" w:left="851" w:header="709" w:footer="709" w:gutter="0"/>
          <w:cols w:space="708"/>
          <w:rtlGutter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0"/>
      </w:tblGrid>
      <w:tr w:rsidR="004D1597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4D1597" w:rsidRPr="00962B5D" w:rsidRDefault="004D1597">
            <w:pPr>
              <w:ind w:right="124"/>
              <w:rPr>
                <w:rFonts w:ascii="Arial" w:hAnsi="Arial" w:cs="Arial"/>
                <w:sz w:val="20"/>
                <w:szCs w:val="20"/>
              </w:rPr>
            </w:pPr>
          </w:p>
          <w:p w:rsidR="004D1597" w:rsidRPr="00962B5D" w:rsidRDefault="004D1597">
            <w:pPr>
              <w:ind w:right="124"/>
              <w:rPr>
                <w:rFonts w:ascii="Arial" w:hAnsi="Arial" w:cs="Arial"/>
                <w:sz w:val="20"/>
                <w:szCs w:val="20"/>
              </w:rPr>
            </w:pPr>
            <w:r w:rsidRPr="00962B5D">
              <w:rPr>
                <w:rFonts w:ascii="Arial" w:hAnsi="Arial" w:cs="Arial"/>
                <w:sz w:val="20"/>
                <w:szCs w:val="20"/>
              </w:rPr>
              <w:t xml:space="preserve">Με ατομική μου ευθύνη και γνωρίζοντας τις κυρώσεις </w:t>
            </w:r>
            <w:r w:rsidRPr="00962B5D">
              <w:rPr>
                <w:rFonts w:ascii="Arial" w:hAnsi="Arial" w:cs="Arial"/>
                <w:sz w:val="20"/>
                <w:szCs w:val="20"/>
                <w:vertAlign w:val="superscript"/>
              </w:rPr>
              <w:t>(3)</w:t>
            </w:r>
            <w:r w:rsidRPr="00962B5D">
              <w:rPr>
                <w:rFonts w:ascii="Arial" w:hAnsi="Arial" w:cs="Arial"/>
                <w:sz w:val="20"/>
                <w:szCs w:val="20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4D1597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4D1597" w:rsidRDefault="004D1597" w:rsidP="003B74D7">
            <w:pPr>
              <w:spacing w:before="60" w:line="360" w:lineRule="auto"/>
              <w:ind w:right="125"/>
              <w:rPr>
                <w:rFonts w:ascii="Arial" w:hAnsi="Arial" w:cs="Arial"/>
                <w:sz w:val="20"/>
              </w:rPr>
            </w:pPr>
          </w:p>
          <w:p w:rsidR="004D1597" w:rsidRDefault="004D1597" w:rsidP="003B74D7">
            <w:pPr>
              <w:spacing w:before="60" w:line="360" w:lineRule="auto"/>
              <w:ind w:right="1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Δεν έχει ασκηθεί ούτε εκκρεμεί εναντίον μου πειθαρχική ή ποινική δίωξη για οποιοδήποτε από τα αδικήματα του άρθρου 5  της απόφασης 3/505/3.4.3009 της Επιτροπής Κεφαλαιαγοράς.</w:t>
            </w:r>
          </w:p>
        </w:tc>
      </w:tr>
    </w:tbl>
    <w:p w:rsidR="004D1597" w:rsidRDefault="004D1597" w:rsidP="003B74D7">
      <w:pPr>
        <w:spacing w:line="360" w:lineRule="auto"/>
      </w:pPr>
    </w:p>
    <w:p w:rsidR="004D1597" w:rsidRDefault="004D1597">
      <w:pPr>
        <w:pStyle w:val="BodyTextIndent"/>
        <w:ind w:left="0" w:right="484"/>
        <w:jc w:val="right"/>
        <w:rPr>
          <w:sz w:val="16"/>
        </w:rPr>
      </w:pPr>
    </w:p>
    <w:p w:rsidR="004D1597" w:rsidRDefault="004D1597">
      <w:pPr>
        <w:pStyle w:val="BodyTextIndent"/>
        <w:ind w:left="0" w:right="484"/>
        <w:jc w:val="right"/>
        <w:rPr>
          <w:sz w:val="16"/>
        </w:rPr>
      </w:pPr>
    </w:p>
    <w:p w:rsidR="004D1597" w:rsidRDefault="004D1597">
      <w:pPr>
        <w:pStyle w:val="BodyTextIndent"/>
        <w:ind w:left="0" w:right="484"/>
        <w:jc w:val="right"/>
        <w:rPr>
          <w:sz w:val="16"/>
        </w:rPr>
      </w:pPr>
    </w:p>
    <w:p w:rsidR="004D1597" w:rsidRDefault="004D1597">
      <w:pPr>
        <w:pStyle w:val="BodyTextIndent"/>
        <w:ind w:left="0" w:right="484"/>
        <w:jc w:val="right"/>
        <w:rPr>
          <w:sz w:val="16"/>
        </w:rPr>
      </w:pPr>
    </w:p>
    <w:p w:rsidR="004D1597" w:rsidRDefault="004D1597">
      <w:pPr>
        <w:pStyle w:val="BodyTextIndent"/>
        <w:ind w:left="0" w:right="484"/>
        <w:jc w:val="right"/>
        <w:rPr>
          <w:sz w:val="16"/>
        </w:rPr>
      </w:pPr>
    </w:p>
    <w:p w:rsidR="004D1597" w:rsidRDefault="004D1597">
      <w:pPr>
        <w:pStyle w:val="BodyTextIndent"/>
        <w:ind w:left="0" w:right="484"/>
        <w:jc w:val="right"/>
        <w:rPr>
          <w:sz w:val="16"/>
        </w:rPr>
      </w:pPr>
      <w:r>
        <w:rPr>
          <w:sz w:val="16"/>
        </w:rPr>
        <w:t>Ημερομηνία:      ……….20……</w:t>
      </w:r>
    </w:p>
    <w:p w:rsidR="004D1597" w:rsidRDefault="004D1597">
      <w:pPr>
        <w:pStyle w:val="BodyTextIndent"/>
        <w:ind w:left="0" w:right="484"/>
        <w:jc w:val="right"/>
        <w:rPr>
          <w:sz w:val="16"/>
        </w:rPr>
      </w:pPr>
    </w:p>
    <w:p w:rsidR="004D1597" w:rsidRDefault="004D1597">
      <w:pPr>
        <w:pStyle w:val="BodyTextIndent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4D1597" w:rsidRDefault="004D1597">
      <w:pPr>
        <w:pStyle w:val="BodyTextIndent"/>
        <w:ind w:left="0"/>
        <w:jc w:val="right"/>
        <w:rPr>
          <w:sz w:val="16"/>
        </w:rPr>
      </w:pPr>
    </w:p>
    <w:p w:rsidR="004D1597" w:rsidRDefault="004D1597">
      <w:pPr>
        <w:pStyle w:val="BodyTextIndent"/>
        <w:ind w:left="0"/>
        <w:jc w:val="right"/>
        <w:rPr>
          <w:sz w:val="16"/>
        </w:rPr>
      </w:pPr>
    </w:p>
    <w:p w:rsidR="004D1597" w:rsidRDefault="004D1597">
      <w:pPr>
        <w:pStyle w:val="BodyTextIndent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4D1597" w:rsidRDefault="004D1597">
      <w:pPr>
        <w:jc w:val="both"/>
        <w:rPr>
          <w:rFonts w:ascii="Arial" w:hAnsi="Arial" w:cs="Arial"/>
          <w:sz w:val="18"/>
        </w:rPr>
      </w:pPr>
    </w:p>
    <w:p w:rsidR="004D1597" w:rsidRDefault="004D1597">
      <w:pPr>
        <w:jc w:val="both"/>
        <w:rPr>
          <w:rFonts w:ascii="Arial" w:hAnsi="Arial" w:cs="Arial"/>
          <w:sz w:val="18"/>
        </w:rPr>
      </w:pPr>
    </w:p>
    <w:p w:rsidR="004D1597" w:rsidRDefault="004D1597">
      <w:pPr>
        <w:jc w:val="both"/>
        <w:rPr>
          <w:rFonts w:ascii="Arial" w:hAnsi="Arial" w:cs="Arial"/>
          <w:sz w:val="18"/>
        </w:rPr>
      </w:pPr>
    </w:p>
    <w:p w:rsidR="004D1597" w:rsidRDefault="004D1597">
      <w:pPr>
        <w:pStyle w:val="BodyTextIndent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4D1597" w:rsidRDefault="004D1597">
      <w:pPr>
        <w:pStyle w:val="BodyTextIndent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4D1597" w:rsidRDefault="004D1597">
      <w:pPr>
        <w:pStyle w:val="BodyTextIndent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4D1597" w:rsidRDefault="004D1597">
      <w:pPr>
        <w:pStyle w:val="BodyTextIndent"/>
        <w:jc w:val="both"/>
      </w:pPr>
      <w:r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4D1597" w:rsidRDefault="004D159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sectPr w:rsidR="004D1597" w:rsidSect="008E52D2">
      <w:headerReference w:type="default" r:id="rId8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597" w:rsidRDefault="004D1597">
      <w:r>
        <w:separator/>
      </w:r>
    </w:p>
  </w:endnote>
  <w:endnote w:type="continuationSeparator" w:id="0">
    <w:p w:rsidR="004D1597" w:rsidRDefault="004D15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altName w:val="Times New Roman"/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597" w:rsidRDefault="004D1597">
      <w:r>
        <w:separator/>
      </w:r>
    </w:p>
  </w:footnote>
  <w:footnote w:type="continuationSeparator" w:id="0">
    <w:p w:rsidR="004D1597" w:rsidRDefault="004D15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10420"/>
    </w:tblGrid>
    <w:tr w:rsidR="004D1597">
      <w:tc>
        <w:tcPr>
          <w:tcW w:w="10420" w:type="dxa"/>
        </w:tcPr>
        <w:p w:rsidR="004D1597" w:rsidRDefault="004D1597" w:rsidP="003B75B7">
          <w:pPr>
            <w:pStyle w:val="Header"/>
            <w:jc w:val="center"/>
            <w:rPr>
              <w:b/>
              <w:bCs/>
              <w:sz w:val="16"/>
            </w:rPr>
          </w:pPr>
          <w:r w:rsidRPr="002770EE">
            <w:rPr>
              <w:rFonts w:ascii="Arial" w:hAnsi="Arial" w:cs="Arial"/>
              <w:noProof/>
              <w:sz w:val="3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6" type="#_x0000_t75" style="width:37.5pt;height:37.5pt;visibility:visible">
                <v:imagedata r:id="rId1" o:title=""/>
              </v:shape>
            </w:pict>
          </w:r>
        </w:p>
      </w:tc>
    </w:tr>
  </w:tbl>
  <w:p w:rsidR="004D1597" w:rsidRDefault="004D1597">
    <w:pPr>
      <w:pStyle w:val="Header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597" w:rsidRDefault="004D1597">
    <w:pPr>
      <w:pStyle w:val="Header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05C7"/>
    <w:rsid w:val="00073875"/>
    <w:rsid w:val="000A5CDA"/>
    <w:rsid w:val="00114400"/>
    <w:rsid w:val="00180658"/>
    <w:rsid w:val="001931A5"/>
    <w:rsid w:val="001E322D"/>
    <w:rsid w:val="00234B62"/>
    <w:rsid w:val="002770EE"/>
    <w:rsid w:val="00355FB8"/>
    <w:rsid w:val="003B74D7"/>
    <w:rsid w:val="003B75B7"/>
    <w:rsid w:val="00441E73"/>
    <w:rsid w:val="004D1597"/>
    <w:rsid w:val="00537242"/>
    <w:rsid w:val="006B60F4"/>
    <w:rsid w:val="0076106C"/>
    <w:rsid w:val="008C67D5"/>
    <w:rsid w:val="008D630D"/>
    <w:rsid w:val="008E52D2"/>
    <w:rsid w:val="009120A0"/>
    <w:rsid w:val="009305C7"/>
    <w:rsid w:val="00962B5D"/>
    <w:rsid w:val="009A747C"/>
    <w:rsid w:val="00A00BFD"/>
    <w:rsid w:val="00A02044"/>
    <w:rsid w:val="00AC64F1"/>
    <w:rsid w:val="00B403FB"/>
    <w:rsid w:val="00B93254"/>
    <w:rsid w:val="00C5344D"/>
    <w:rsid w:val="00EB4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8E52D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E52D2"/>
    <w:pPr>
      <w:keepNext/>
      <w:jc w:val="right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E52D2"/>
    <w:pPr>
      <w:keepNext/>
      <w:outlineLvl w:val="1"/>
    </w:pPr>
    <w:rPr>
      <w:rFonts w:ascii="Century Gothic" w:hAnsi="Century Gothic"/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8E52D2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E52D2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E52D2"/>
    <w:pPr>
      <w:keepNext/>
      <w:outlineLvl w:val="4"/>
    </w:pPr>
    <w:rPr>
      <w:rFonts w:ascii="Arial" w:hAnsi="Arial" w:cs="Arial"/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E52D2"/>
    <w:pPr>
      <w:keepNext/>
      <w:jc w:val="right"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8E52D2"/>
    <w:pPr>
      <w:keepNext/>
      <w:jc w:val="center"/>
      <w:outlineLvl w:val="6"/>
    </w:pPr>
    <w:rPr>
      <w:rFonts w:ascii="Arial" w:hAnsi="Arial" w:cs="Arial"/>
      <w:sz w:val="3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E52D2"/>
    <w:pPr>
      <w:keepNext/>
      <w:jc w:val="center"/>
      <w:outlineLvl w:val="7"/>
    </w:pPr>
    <w:rPr>
      <w:rFonts w:ascii="Arial" w:hAnsi="Arial" w:cs="Arial"/>
      <w:sz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E52D2"/>
    <w:pPr>
      <w:keepNext/>
      <w:outlineLvl w:val="8"/>
    </w:pPr>
    <w:rPr>
      <w:rFonts w:ascii="Arial" w:hAnsi="Arial"/>
      <w:b/>
      <w:sz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770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8E52D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8E52D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8E52D2"/>
    <w:pPr>
      <w:spacing w:after="120"/>
      <w:jc w:val="center"/>
    </w:pPr>
    <w:rPr>
      <w:rFonts w:ascii="Arial" w:hAnsi="Arial" w:cs="Arial"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8E52D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8E52D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8E52D2"/>
    <w:pPr>
      <w:ind w:left="-180"/>
    </w:pPr>
    <w:rPr>
      <w:rFonts w:ascii="Arial" w:hAnsi="Arial" w:cs="Arial"/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8E52D2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239</Words>
  <Characters>1294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despina</dc:creator>
  <cp:keywords/>
  <dc:description/>
  <cp:lastModifiedBy>msaxoni</cp:lastModifiedBy>
  <cp:revision>2</cp:revision>
  <cp:lastPrinted>2002-09-25T07:58:00Z</cp:lastPrinted>
  <dcterms:created xsi:type="dcterms:W3CDTF">2010-09-23T09:51:00Z</dcterms:created>
  <dcterms:modified xsi:type="dcterms:W3CDTF">2010-09-23T09:51:00Z</dcterms:modified>
</cp:coreProperties>
</file>